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5E40C1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767854">
        <w:rPr>
          <w:rFonts w:ascii="Verdana" w:hAnsi="Verdana"/>
          <w:b/>
        </w:rPr>
        <w:t>„</w:t>
      </w:r>
      <w:bookmarkEnd w:id="1"/>
      <w:r w:rsidR="00767854">
        <w:rPr>
          <w:rFonts w:ascii="Verdana" w:hAnsi="Verdana"/>
          <w:b/>
        </w:rPr>
        <w:t xml:space="preserve">Údržba, opravy a odstraňování závad u SPS v obvodu OŘ OVA 2024 - Střítež u Českého Těšína ON – Optimalizace budovy zastávky“ </w:t>
      </w:r>
      <w:r w:rsidR="00767854">
        <w:rPr>
          <w:rFonts w:ascii="Verdana" w:hAnsi="Verdana"/>
        </w:rPr>
        <w:t xml:space="preserve">č.j. 24200/2024-SŽ-OŘ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76785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76785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76785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4F63"/>
    <w:rsid w:val="00743525"/>
    <w:rsid w:val="00753004"/>
    <w:rsid w:val="0076286B"/>
    <w:rsid w:val="00766846"/>
    <w:rsid w:val="00767854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151A7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34F63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491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2024-06-06T08:31:00Z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